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BC62A95-C0FD-41EE-8448-C5503F40DF7A}"/>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